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033" w:rsidRPr="006303EA" w:rsidRDefault="00FB4033" w:rsidP="00630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  <w:r w:rsidRPr="006303EA">
        <w:rPr>
          <w:rFonts w:ascii="Times New Roman" w:hAnsi="Times New Roman" w:cs="Times New Roman"/>
          <w:b/>
          <w:bCs/>
          <w:sz w:val="24"/>
          <w:szCs w:val="24"/>
          <w:lang w:eastAsia="lv-LV"/>
        </w:rPr>
        <w:t>Riebiņu vidusskola</w:t>
      </w:r>
    </w:p>
    <w:p w:rsidR="00FB4033" w:rsidRPr="006303EA" w:rsidRDefault="00FB4033" w:rsidP="00630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</w:p>
    <w:p w:rsidR="00FB4033" w:rsidRPr="006303EA" w:rsidRDefault="00FB4033" w:rsidP="00630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lv-LV"/>
        </w:rPr>
      </w:pPr>
      <w:r w:rsidRPr="006303EA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 xml:space="preserve">Mācību līdzekļi </w:t>
      </w:r>
      <w:r>
        <w:rPr>
          <w:rFonts w:ascii="Times New Roman" w:hAnsi="Times New Roman" w:cs="Times New Roman"/>
          <w:b/>
          <w:bCs/>
          <w:sz w:val="28"/>
          <w:szCs w:val="28"/>
          <w:lang w:eastAsia="lv-LV"/>
        </w:rPr>
        <w:t>10</w:t>
      </w:r>
      <w:r w:rsidRPr="006303EA">
        <w:rPr>
          <w:rFonts w:ascii="Times New Roman" w:hAnsi="Times New Roman" w:cs="Times New Roman"/>
          <w:b/>
          <w:bCs/>
          <w:sz w:val="28"/>
          <w:szCs w:val="28"/>
          <w:lang w:eastAsia="lv-LV"/>
        </w:rPr>
        <w:t>.klasei</w:t>
      </w:r>
    </w:p>
    <w:p w:rsidR="00FB4033" w:rsidRPr="006303EA" w:rsidRDefault="00FB4033" w:rsidP="006303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2013./2014</w:t>
      </w:r>
      <w:r w:rsidRPr="006303EA">
        <w:rPr>
          <w:rFonts w:ascii="Times New Roman" w:hAnsi="Times New Roman" w:cs="Times New Roman"/>
          <w:sz w:val="24"/>
          <w:szCs w:val="24"/>
          <w:lang w:eastAsia="lv-LV"/>
        </w:rPr>
        <w:t>.m.g.</w:t>
      </w:r>
    </w:p>
    <w:p w:rsidR="00FB4033" w:rsidRPr="006303EA" w:rsidRDefault="00FB4033" w:rsidP="006303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</w:p>
    <w:p w:rsidR="00FB4033" w:rsidRPr="006303EA" w:rsidRDefault="00FB4033" w:rsidP="0063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6303EA"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Mācību grāmatas (nodrošina skola):</w:t>
      </w:r>
    </w:p>
    <w:p w:rsidR="00FB4033" w:rsidRPr="006303EA" w:rsidRDefault="00FB4033" w:rsidP="0063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Lāce R.- Latviešu valoda 10.-12.kl.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Silova L.u.c.- Literatūra 10.kl. I.d.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Dubiņa I.u.c.- Literatūra 10.kl. II.d.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/>
          <w:color w:val="0000FF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Slokenberga E.</w:t>
      </w:r>
      <w:r>
        <w:rPr>
          <w:rFonts w:ascii="Times New Roman" w:eastAsia="MS Mincho" w:hAnsi="Times New Roman" w:cs="Times New Roman"/>
          <w:sz w:val="24"/>
          <w:szCs w:val="24"/>
        </w:rPr>
        <w:t>, u.c.</w:t>
      </w:r>
      <w:r w:rsidRPr="008D2680">
        <w:rPr>
          <w:rFonts w:ascii="Times New Roman" w:eastAsia="MS Mincho" w:hAnsi="Times New Roman" w:cs="Times New Roman"/>
          <w:sz w:val="24"/>
          <w:szCs w:val="24"/>
        </w:rPr>
        <w:t xml:space="preserve"> - Matemātika 10. kl.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G.Rudzītis – Vispārīgā ķīmija  vidusskolai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Šilters E. u.c.- Fizika 10.klasei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Sausiņa L.-Bioloģija vidusskolai 1.d.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Sausiņa L. - Bioloģija vidusskolai 2.d.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Klišāns V. - Vēsture vidusskolai I d.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D.Vilne, J.Birzniece – Ekonomika.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E.Marčenko – Путь 1. Krievu valoda 10.klasei.</w:t>
      </w:r>
    </w:p>
    <w:p w:rsidR="00FB4033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D2680">
        <w:rPr>
          <w:rFonts w:ascii="Times New Roman" w:eastAsia="MS Mincho" w:hAnsi="Times New Roman" w:cs="Times New Roman"/>
          <w:sz w:val="24"/>
          <w:szCs w:val="24"/>
        </w:rPr>
        <w:t>Vei</w:t>
      </w:r>
      <w:r>
        <w:rPr>
          <w:rFonts w:ascii="Times New Roman" w:eastAsia="MS Mincho" w:hAnsi="Times New Roman" w:cs="Times New Roman"/>
          <w:sz w:val="24"/>
          <w:szCs w:val="24"/>
        </w:rPr>
        <w:t>ss K.- Lietišķā informātika vidusskolai</w:t>
      </w:r>
    </w:p>
    <w:p w:rsidR="00FB4033" w:rsidRDefault="00FB4033" w:rsidP="008D2680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Čukurs J. – Tehniskā grafika</w:t>
      </w:r>
    </w:p>
    <w:p w:rsidR="00FB4033" w:rsidRPr="008D2680" w:rsidRDefault="00FB4033" w:rsidP="008D2680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G.Romanovska – Veselības mācība vidusskolai I,II d.</w:t>
      </w:r>
    </w:p>
    <w:p w:rsidR="00FB4033" w:rsidRDefault="00FB4033" w:rsidP="006303E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Tim Falla, Paul A Davies „Sotutions” Intermediate Student s Book</w:t>
      </w:r>
    </w:p>
    <w:p w:rsidR="00FB4033" w:rsidRPr="006303EA" w:rsidRDefault="00FB4033" w:rsidP="006303E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lv-LV"/>
        </w:rPr>
      </w:pPr>
    </w:p>
    <w:p w:rsidR="00FB4033" w:rsidRPr="006303EA" w:rsidRDefault="00FB4033" w:rsidP="0063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6303EA"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  <w:t>Citi mācību darbam nepieciešamie līdzekļi, kas jānodrošina vecākiem</w:t>
      </w:r>
    </w:p>
    <w:p w:rsidR="00FB4033" w:rsidRPr="006303EA" w:rsidRDefault="00FB4033" w:rsidP="0063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lv-LV"/>
        </w:rPr>
      </w:pP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6667"/>
      </w:tblGrid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Angļu valoda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līniju burtnīca, A4 lapas, kabatiņas, A4 mape darbu uzkrāšanai, rakstāmpiederumi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Latviešu valoda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A4 līniju lapas, klade, līniju burtnīcas, rakstāmpiederumi.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Literatūra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rakstāmpiederumi.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Matemātika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2 biezās pierakstu klades (96.lpp.), 3 rūtiņu burtnīcas, cirkulis, transportieris, lineāls, rakstāmpiederumi 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Fizika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Rūtiņu burtnīca, biezā klade, rakstāmpiederumi.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Informātika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Ieteicams iegādāties USB zibatmiņas karti.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Sports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Sporta tērps telpām un sportošanai stadionā</w:t>
            </w:r>
          </w:p>
        </w:tc>
      </w:tr>
      <w:tr w:rsidR="00FB4033" w:rsidRPr="001A20B7">
        <w:trPr>
          <w:trHeight w:val="291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Mājsaimniecība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Meitenēm – Iepriekšējo mācību gadu pierakstu klade</w:t>
            </w: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.</w:t>
            </w:r>
            <w:bookmarkStart w:id="0" w:name="_GoBack"/>
            <w:bookmarkEnd w:id="0"/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Mūzika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rakstāmpiederumi.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Bioloģija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Iepriekšējā mācību pierakstu klade, mape ar atršuvēju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Veselības mācība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Klade, rakstāmpiederumi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Latvijas un pasaules vēsture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rakstāmpiederumi.</w:t>
            </w:r>
          </w:p>
        </w:tc>
      </w:tr>
      <w:tr w:rsidR="00FB4033" w:rsidRPr="001A20B7">
        <w:trPr>
          <w:trHeight w:val="276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Ķīmija</w:t>
            </w:r>
          </w:p>
        </w:tc>
        <w:tc>
          <w:tcPr>
            <w:tcW w:w="6667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6303E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Bieza pierakstu klade diviem mācību gadiem, mape ar atršuvēju.</w:t>
            </w:r>
          </w:p>
        </w:tc>
      </w:tr>
      <w:tr w:rsidR="00FB4033" w:rsidRPr="001A20B7">
        <w:trPr>
          <w:trHeight w:val="291"/>
        </w:trPr>
        <w:tc>
          <w:tcPr>
            <w:tcW w:w="2088" w:type="dxa"/>
          </w:tcPr>
          <w:p w:rsidR="00FB4033" w:rsidRPr="006303EA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Psiholoģija</w:t>
            </w:r>
          </w:p>
        </w:tc>
        <w:tc>
          <w:tcPr>
            <w:tcW w:w="6667" w:type="dxa"/>
          </w:tcPr>
          <w:p w:rsidR="00FB4033" w:rsidRPr="006303EA" w:rsidRDefault="00FB4033" w:rsidP="00083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ātršuvēja vāciņi</w:t>
            </w:r>
          </w:p>
        </w:tc>
      </w:tr>
      <w:tr w:rsidR="00FB4033" w:rsidRPr="001A20B7">
        <w:trPr>
          <w:trHeight w:val="291"/>
        </w:trPr>
        <w:tc>
          <w:tcPr>
            <w:tcW w:w="2088" w:type="dxa"/>
          </w:tcPr>
          <w:p w:rsidR="00FB4033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Krievu valoda</w:t>
            </w:r>
          </w:p>
        </w:tc>
        <w:tc>
          <w:tcPr>
            <w:tcW w:w="6667" w:type="dxa"/>
          </w:tcPr>
          <w:p w:rsidR="00FB4033" w:rsidRDefault="00FB4033" w:rsidP="00083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darba lapu mape, rakstāmpiederumi</w:t>
            </w:r>
          </w:p>
        </w:tc>
      </w:tr>
      <w:tr w:rsidR="00FB4033" w:rsidRPr="001A20B7">
        <w:trPr>
          <w:trHeight w:val="291"/>
        </w:trPr>
        <w:tc>
          <w:tcPr>
            <w:tcW w:w="2088" w:type="dxa"/>
          </w:tcPr>
          <w:p w:rsidR="00FB4033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Ekonomika</w:t>
            </w:r>
          </w:p>
        </w:tc>
        <w:tc>
          <w:tcPr>
            <w:tcW w:w="6667" w:type="dxa"/>
          </w:tcPr>
          <w:p w:rsidR="00FB4033" w:rsidRDefault="00FB4033" w:rsidP="00083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rakstāmpiederumi</w:t>
            </w:r>
          </w:p>
        </w:tc>
      </w:tr>
      <w:tr w:rsidR="00FB4033" w:rsidRPr="001A20B7">
        <w:trPr>
          <w:trHeight w:val="291"/>
        </w:trPr>
        <w:tc>
          <w:tcPr>
            <w:tcW w:w="2088" w:type="dxa"/>
          </w:tcPr>
          <w:p w:rsidR="00FB4033" w:rsidRDefault="00FB4033" w:rsidP="006303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v-LV"/>
              </w:rPr>
              <w:t>Tehniskā grafika</w:t>
            </w:r>
          </w:p>
        </w:tc>
        <w:tc>
          <w:tcPr>
            <w:tcW w:w="6667" w:type="dxa"/>
          </w:tcPr>
          <w:p w:rsidR="00FB4033" w:rsidRDefault="00FB4033" w:rsidP="00083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Pierakstu klade, rasēšanas albums A4 un A3, rasēšanas piederumi</w:t>
            </w:r>
          </w:p>
        </w:tc>
      </w:tr>
    </w:tbl>
    <w:p w:rsidR="00FB4033" w:rsidRPr="006303EA" w:rsidRDefault="00FB4033" w:rsidP="006303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</w:p>
    <w:p w:rsidR="00FB4033" w:rsidRDefault="00FB4033" w:rsidP="00083A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lv-LV"/>
        </w:rPr>
      </w:pPr>
      <w:r w:rsidRPr="006303EA">
        <w:rPr>
          <w:rFonts w:ascii="Times New Roman" w:hAnsi="Times New Roman" w:cs="Times New Roman"/>
          <w:b/>
          <w:bCs/>
          <w:sz w:val="24"/>
          <w:szCs w:val="24"/>
          <w:lang w:eastAsia="lv-LV"/>
        </w:rPr>
        <w:t>1 paka A4 formāta kopējamās lapas</w:t>
      </w:r>
      <w:r>
        <w:rPr>
          <w:rFonts w:ascii="Times New Roman" w:hAnsi="Times New Roman" w:cs="Times New Roman"/>
          <w:b/>
          <w:bCs/>
          <w:sz w:val="24"/>
          <w:szCs w:val="24"/>
          <w:lang w:eastAsia="lv-LV"/>
        </w:rPr>
        <w:t>.</w:t>
      </w:r>
    </w:p>
    <w:p w:rsidR="00FB4033" w:rsidRDefault="00FB4033" w:rsidP="00B963F7">
      <w:pPr>
        <w:jc w:val="right"/>
        <w:rPr>
          <w:i/>
        </w:rPr>
      </w:pPr>
    </w:p>
    <w:p w:rsidR="00FB4033" w:rsidRDefault="00FB4033" w:rsidP="00B963F7">
      <w:pPr>
        <w:jc w:val="right"/>
        <w:rPr>
          <w:i/>
        </w:rPr>
      </w:pPr>
      <w:r>
        <w:rPr>
          <w:i/>
        </w:rPr>
        <w:t xml:space="preserve">Projekts izskatīts pedagoģiskās padomes sēdē 2013.gada 22.martā,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i/>
          </w:rPr>
          <w:t>protokols</w:t>
        </w:r>
      </w:smartTag>
      <w:r>
        <w:rPr>
          <w:i/>
        </w:rPr>
        <w:t xml:space="preserve"> Nr.8</w:t>
      </w:r>
    </w:p>
    <w:p w:rsidR="00FB4033" w:rsidRPr="00144876" w:rsidRDefault="00FB4033" w:rsidP="00144876">
      <w:pPr>
        <w:jc w:val="right"/>
        <w:rPr>
          <w:b/>
          <w:i/>
        </w:rPr>
      </w:pPr>
      <w:r>
        <w:rPr>
          <w:i/>
        </w:rPr>
        <w:t xml:space="preserve"> Akceptēts skolas padomes sanāksmē 2013.gada 02.maijā,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>
          <w:rPr>
            <w:i/>
          </w:rPr>
          <w:t>protokols</w:t>
        </w:r>
      </w:smartTag>
      <w:r>
        <w:rPr>
          <w:i/>
        </w:rPr>
        <w:t xml:space="preserve"> Nr.3</w:t>
      </w:r>
    </w:p>
    <w:sectPr w:rsidR="00FB4033" w:rsidRPr="00144876" w:rsidSect="00B963F7">
      <w:pgSz w:w="11906" w:h="16838"/>
      <w:pgMar w:top="71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46BCB"/>
    <w:multiLevelType w:val="hybridMultilevel"/>
    <w:tmpl w:val="A95471A4"/>
    <w:lvl w:ilvl="0" w:tplc="2AD463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D75FD"/>
    <w:multiLevelType w:val="hybridMultilevel"/>
    <w:tmpl w:val="097AE5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3EA"/>
    <w:rsid w:val="000438E5"/>
    <w:rsid w:val="00057B50"/>
    <w:rsid w:val="00083AA7"/>
    <w:rsid w:val="00122EB1"/>
    <w:rsid w:val="00144876"/>
    <w:rsid w:val="0018068F"/>
    <w:rsid w:val="001A20B7"/>
    <w:rsid w:val="001C6BFD"/>
    <w:rsid w:val="00397102"/>
    <w:rsid w:val="003E7346"/>
    <w:rsid w:val="004757A2"/>
    <w:rsid w:val="004A6D34"/>
    <w:rsid w:val="004D2107"/>
    <w:rsid w:val="00535C4E"/>
    <w:rsid w:val="00542EEE"/>
    <w:rsid w:val="006303EA"/>
    <w:rsid w:val="008D2680"/>
    <w:rsid w:val="008D6C48"/>
    <w:rsid w:val="008E16A4"/>
    <w:rsid w:val="00A867AF"/>
    <w:rsid w:val="00B963F7"/>
    <w:rsid w:val="00C3472F"/>
    <w:rsid w:val="00E171F1"/>
    <w:rsid w:val="00E4713C"/>
    <w:rsid w:val="00F06560"/>
    <w:rsid w:val="00F12397"/>
    <w:rsid w:val="00F452C8"/>
    <w:rsid w:val="00F7572D"/>
    <w:rsid w:val="00F956E1"/>
    <w:rsid w:val="00FA2228"/>
    <w:rsid w:val="00FB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7AF"/>
    <w:pPr>
      <w:spacing w:after="200" w:line="276" w:lineRule="auto"/>
    </w:pPr>
    <w:rPr>
      <w:rFonts w:cs="Calibri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311</Words>
  <Characters>1778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Direktore</cp:lastModifiedBy>
  <cp:revision>11</cp:revision>
  <cp:lastPrinted>2013-05-09T09:25:00Z</cp:lastPrinted>
  <dcterms:created xsi:type="dcterms:W3CDTF">2013-03-26T11:42:00Z</dcterms:created>
  <dcterms:modified xsi:type="dcterms:W3CDTF">2013-05-24T09:48:00Z</dcterms:modified>
</cp:coreProperties>
</file>